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8"/>
        <w:gridCol w:w="3276"/>
        <w:gridCol w:w="3598"/>
        <w:gridCol w:w="3208"/>
      </w:tblGrid>
      <w:tr w:rsidR="00931447" w:rsidRPr="005537B8" w:rsidTr="00976C74">
        <w:trPr>
          <w:trHeight w:val="1226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ГКСУВУПКЗТ "Очерская специальная общеобразовательная школа закрытого типа для обучающихся с девиантным (общественно опасным) поведением"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Государственное казенное образовательное учреждение/организация субъекта Федерации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617141, Пермский край, Очерский район, г. Очер, ул. Ленина, д. 3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«Средняя общеобразовательная школа № 34»  г. 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614058, Пермский край, г. Пермь, ул. Маяковского, д. 33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«Средняя общеобразовательная школа № 40» г. 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614031, Пермский край, г. Пермь, ул. Костычева, д. 33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«Средняя общеобразовательная школа № 111» г. 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614067, Пермский край, г. Пермь, ул. Лепешинской, д. 43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«Гимназия №10»  г. 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Гимназия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614097, Пермский край, г. Пермь, ул. Подлесная, д. 25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``Лицей № 3``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Лицей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614088, Пермский край, г. Пермь, ул. Архитектора Свиязева, д. 17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"Средняя общеобразовательная школа №91" г. 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614022, Пермский край, г. Пермь, ул. Карпинского, д. 66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``Средняя общеобразовательная школа № 108``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614065, Пермский край, г. Пермь, ул. Нефтяников, д. 54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``Средняя общеобразовательная школа № 109``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614095, Пермский край, г. Пермь, ул. Мира, д. 4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``Средняя общеобразовательная школа № 136``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614088, Пермский край, г. Пермь, ул. Милиционера Власова, д. 37</w:t>
            </w:r>
          </w:p>
        </w:tc>
      </w:tr>
      <w:tr w:rsidR="00931447" w:rsidRPr="005537B8" w:rsidTr="00976C74">
        <w:trPr>
          <w:trHeight w:val="1226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"Средняя общеобразовательная школа № 145 с углубленным изучением экономики, английского языка, математики, информатики "Экономическая школа""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614022, Пермский край, г. Пермь, ул. Карпинского, д. 87А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НОУ "Ex-professo"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Негосударственное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614036, Пермский край, г. Пермь, ул. Одоевского, д. 18 а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МАОУ "Средняя общеобразовательная школа № 1" г.Пермь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614109, Пермский край, г. Пермь, ул. Калинина, д. 19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МАОУ ``Средняя общеобразовательная школа № 19" г.Перми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614023, Пермский край, г. Пермь, ул. Ушакова, д. 24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МАОУ ``Средняя общеобразовательная школа  № 64``г.Перми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614042, Пермский край, г. Пермь, ул. Ласьвинская, д. 64а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"Лицей №1" г. 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Лицей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Пермь, ул. Профессора Дедюкина, 8 А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``Гимназия № 11 им. С.П. Дягилева"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Гимназия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614000, Пермский край, г. Пермь, ул. Сибирская, д. 33</w:t>
            </w:r>
          </w:p>
        </w:tc>
      </w:tr>
      <w:tr w:rsidR="00931447" w:rsidRPr="005537B8" w:rsidTr="00976C74">
        <w:trPr>
          <w:trHeight w:val="1226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``Средняя общеобразовательная школа № 2 с углубленным изучением  предметов гуманитарного профиля``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614000, Пермский край, г. Пермь, ул. Советская, д. 33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``Гимназия № 2``г.Перми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Гимназия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614051, г. Пермь ул. Старцева 1а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``Гимназия № 7``г.Перми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Гимназия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614056, Пермь, ул. Целинная, 29б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``Средняя общеобразовательная школа № 50 с углублённым изучением английского языка``г.Перми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614017 Пермь, ул. Ким, 78</w:t>
            </w:r>
          </w:p>
        </w:tc>
      </w:tr>
      <w:tr w:rsidR="00931447" w:rsidRPr="005537B8" w:rsidTr="00976C74">
        <w:trPr>
          <w:trHeight w:val="1226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``Средняя общеобразовательная школа № 127 с углубленным изучением отдельных предметов``г.Перми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614077 Пермь, ул. Крупской, 80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МАОУ "Гимназия № 3" г. 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Гимназия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614080, Пермь, ул. Звенигородская, 11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МАОУ "Средняя общеобразовательная школа № 24" г.Перми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614112, Пермский край, г. Пермь, ул. Репина, д. 67а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"Средняя общеобразовательная школа № 123" г. 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614037, Пермь, ул. Сестрорецкая, 13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МАОУ ``Средняя общеобразовательная школа № 12 с углубленным изучением немецкого языка``г.Перми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614010, Пермский край, г. Пермь, ул. Юрия Смирнова, д. 10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МАОУ ``Средняя общеобразовательная школа № 129``г.Перми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614105, Пермь, ул. Мира, 11 (поселок Новые Ляды)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МБОУ "Средняя общеобразовательная школа  № 134" г.Перми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614064, Пермь, ул. Л. Шатрова, 25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средняя общеобразовательная школа № 8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618400, Пермский край, г. Березники, ул. Юбилейная, д. 78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средняя общеобразовательная школа № 10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618400, Пермский край, г. Березники, ул. Мира, д. 98а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средняя общеобразовательная школа № 14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618400, Пермский край, г. Березники, ул. Набережная, д. 47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средняя общеобразовательная школа № 16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618400, Пермский край, г. Березники, ул. Свердлова, д. 154а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"Средняя общеобразовательная школа № 25"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618265, Пермский край, Губахинский район, п. Широковский, ул. Пионеров, д. 9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"Средняя общеобразовательная школа № 1"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617060, Пермский край, г. Краснокамск, ул. К.Маркса, д. 4д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средняя общеобразовательная школа №1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617470, Пермский край, г. Кунгур, ул. Пугачева, д. 63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"Средняя общеобразовательная школа №12"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617470, Пермский край, г. Кунгур, ул. Космонавтов, д. 12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средняя общеобразовательная школа №21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617470, Пермский край, г. Кунгур, ул. Каширина, д. 17 б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 учреждение вечерняя (сменная) общеобразовательная школа № 5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Вечерняя (сменная) общеобразовательная школа при исправительно-трудовых учреждениях (ИТУ)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617470, Пермский край, г. Кунгур, ул. поселок  Дальний, д. нет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 ``Средняя общеобразовательная школа № 2 с углублённым изучением отдельных предметов``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618909, Пермский край, г. Лысьва, ул. Никулина, д. 76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 ``Средняя общеобразовательная школа №11``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618906, Пермский край, г. Лысьва, ул. Быстрых, д. 29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 ``Основная общеобразовательная школа № 4`` (основной)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618554, Пермский край, г. Соликамск, ул. Калийная, д. 146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"Средняя общеобразовательная школа №14"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618553, Пермский край, г. Соликамск, ул. Молодежная, д. 11А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"Вечерняя (сменная) общеобразовательная школа №3"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618554, Пермский край, г. Соликамск, ул. Фрунзе, д. 114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"Средняя общеобразовательная школа № 1"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617762, Чайковский, ул. Советская,  8/1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"Средняя общеобразовательная школа № 7"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617764, Чайковский, ул. проспект Победы, 2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"Средняя общеобразовательная школа № 8"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617766, Чайковский, ул. бульвар Текстильщиков, 6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"Средняя общеобразовательная школа с.Большой Букор"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617759, Пермский край, Чайковский р-н, с.Большой Букор,  ул. Юбилейная, д. 7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"Марковская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617748, Чайковский, п. Марковский,  34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"Средняя общеобразовательная школа п.Прикамский"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617742, Чайковский,  п. Прикамский, ул. Солнечная,  3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"Фокинская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617750, Чайковский, с.Фоки, ул. Ленина,  18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``Елпачихинская средняя общеобразовательная школа``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618151, Пермский край, Бардымский район, с. Елпачиха, ул. М.Джалиля, д. 10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"Полозовская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617098, Пермский край, Большесосновский район, с. Полозово, ул. Центральная, д. 11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Верещагинское муниципальное бюджетное общеобразовательное  учреждение «Средняя общеобразовательная школа №2»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617120, Верещагино, ул. Ленина, 27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Верещагинское муниципальное бюджетное общеобразовательное учреждение «Гимназия»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Гимназия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617120, Пермский край, Верещагинский район, г. Верещагино, ул. Коммунистическая, д. 56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«Комаровская средняя общеобразовательная школа»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617105, Верещагино, д. Комары, ул. Молодежная, 1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 «Путинская средняя общеобразовательная школа»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617104, Пермский край, Верещагинский район, с. Путино, ул. Трактовая, д. 14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``Средняя общеобразовательная школа`` п.Пашия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618824, Пермский край, Горнозаводский район, п. Пашия, ул. Ленина, д. 16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общеобразовательное учреждение "Еловская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618170, Пермский край, Еловский район, г. Елово, ул. Калинина, д. 23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учреждение``Нердвинская средняя общеобразовательная школа``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617231, Пермский край, Карагайский район, с. Нердва, ул. Республиканская , д. 27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 "Обвинская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617215, Пермский край, Карагайский район, с. Обвинск, ул. Мира, д. 4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"Рождественская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617222, Пермский край, Карагайский район, с. Рождественск, ул. Мира, д. 32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"Кишертская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617600, Пермский край, Кишертский район, с. Усть-Кишерть, ул. Советская, д. 11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"Кордонская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617625, Пермский край, Кишертский район, п. Кордон, ул. Советская, д. 14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"Посадская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617611, Пермский край, Кишертский район, с. Посад, ул. Школьная, д. 3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общеобразовательное учреждение Вайская общеобразовательная школа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618570, Пермский край, Красновишерский район, п. п. Вая, ул. Гагарина, д. 17 б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общеобразовательное учреждение Верх-Язьвинская средняя общеобразовательная школа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618584, Пермский край, Красновишерский район, с. Верх-Язьва, ул. Советская, д. 48</w:t>
            </w:r>
          </w:p>
        </w:tc>
      </w:tr>
      <w:tr w:rsidR="00931447" w:rsidRPr="005537B8" w:rsidTr="00976C74">
        <w:trPr>
          <w:trHeight w:val="613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общеобразовательное учреждение "Паршаковская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618585, Пермский край, Красновишерский район, д. Паршакова, ул. Арвида Генетца, д. 20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"Большекустовская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617721, Пермский край, Куединский район, с. Большие Кусты, ул. школьная, д. 5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"Госконзаводская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617733, Пермский край, Куединский район, с. Госконзавод, ул. Советская, д. 26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"Комсомольская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617404, Пермский край, Кунгурский район, п. Комсомольский, ул. Культуры, д. 7 7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"Плехановская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617410, Пермский край, Кунгурский район, с. Плеханово, ул. Мира, д. 86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"Сергинская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617420, Пермский край, Кунгурский район, с. Серга, ул. Школьная, д. 8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"Троельжанская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617438, Пермский край, Кунгурский район, с. Троельга, ул. Ленина, д. 7а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"Усть-Туркская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617453, Пермский край, Кунгурский район, с. Усть-Турка, ул. Ленина, д. 19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казенное общеобразовательное учреждение "Ишимовская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казенное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617877, Пермский край, Октябрьский район, с. Ишимово, ул. Школьная, д. 2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казенное общеобразовательное учреждение "Тюинская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казенное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617855, Пермский край, Октябрьский район, с. Тюинск, ул. Деткина, д. 42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"Ашапская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617514, Пермский край, Ординский район, с. Ашап, пер. Советский, д. 1</w:t>
            </w:r>
          </w:p>
        </w:tc>
      </w:tr>
      <w:tr w:rsidR="00931447" w:rsidRPr="005537B8" w:rsidTr="00976C74">
        <w:trPr>
          <w:trHeight w:val="1226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"Осинская средняя общеобразовательная школа № 1 имени Героя Российской Федерации В.П. Брюхова"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618120, Пермский край, Осинский район, г. Оса, ул. Советская, д. 30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общеобразовательное учреждение Бершетская средняя общеобразовательная школа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614551, Пермский край, Пермский район, с. Бершеть, ул. Молодежная, д. 2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общеобразовательное учреждение Платошинская средняя общеобразовательная школа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614545, Пермский край, Пермский район, с. Платошино, ул. Владимирова, д. 27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"Бубинская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617246, Пермский край, Сивинский район, с. Буб, ул. Бубинкская, д. 4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"Северокоммунарская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617252, Пермский край, Сивинский район, п. Северный Коммунар, ул. Полины Осипенко, д. 6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 общеобразовательное учреждение "Родниковская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618503, Пермский край, Соликамский район, с. Родники, ул. Школьная, д. 2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общеобразовательное учреждение "Ключевская средняя общеобразовательная школа" - Базовая школа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617565, Пермский край, Суксунский район, с. Ключи, ул. 40 лет Победы, д. 20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"Уинская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617520, Пермский край, Уинский район, с. Уинское, ул. Светлая, д. 30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Муниципальноебюджетное общеобразовательное учреждение "Судинская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617535, Пермский край, Уинский район, с. Суда, ул. Центральная, д. 29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"Уинская вечерняя (сменная)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617520, Пермский край, Уинский район, с. Уинское, ул. Светлая, д. 30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"Рябининская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618623, Пермский край, Чердынский район, п. Рябинино, ул. Ленина, д. 46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 Средняя общеобразовательная школа №2"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617830, Пермский край, Чернушинский район, г. Чернушка, ул. Коммунистическая, д. 33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"Етышинская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617822, Пермский край, Чернушинский район, с. Етыш, ул. Школьная, д. 2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"Рябковская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617801, Пермский край, Чернушинский район, с. Рябки, ул. Зеленая, д. 11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 ``Гайнская средняя общеобразовательная школа``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619650, Пермский край, Гайнский район, п. Гайны, ул. Коммунистическая, д. 35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``Серебрянская средняя общеобразовательная школа``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619674, Пермский край, Гайнский район, п. Серебрянка, ул. Набережная, д. 24а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"Юксеевская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619327, Пермский край, Кочевский район, с. Юксеево, ул. Школьная, д. 3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"Верх - Иньвенская среденяя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619554, Пермский край, Кудымкарский район, с. Верх-Иньва, пер. Школьный, д. 3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"Гуринская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619567, Пермский край, Кудымкарский район, д.  Гурина, ул. Центральная, д. 36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"Кувинская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619558, Пермский край, Кудымкарский район, с. Кува, ул. Октября, д. 9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общеобразовательное учреждение "Ошибская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автономное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619562, Пермский край, Кудымкарский район, с. Ошиб, ул. Центральная , д. 5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" Архангельская средняя общеобразовательная школа"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619193, Пермский край, Юсьвинский район, с. Архангельское, ул. Центральная, д. 20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``Пожвинская средняя общеобразовательная школа №1``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619185, Пермский край, Юсьвинский район, п. Пожва, ул. Советская, д. 58</w:t>
            </w:r>
          </w:p>
        </w:tc>
      </w:tr>
      <w:tr w:rsidR="00931447" w:rsidRPr="005537B8" w:rsidTr="00976C74">
        <w:trPr>
          <w:trHeight w:val="919"/>
        </w:trPr>
        <w:tc>
          <w:tcPr>
            <w:tcW w:w="411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общеобразовательное учреждение ``Юсьвинская средняя общеобразовательная школа имени народной артистки РФ А.Г.Котельниковой``</w:t>
            </w:r>
          </w:p>
        </w:tc>
        <w:tc>
          <w:tcPr>
            <w:tcW w:w="3276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Средняя общеобразовательная школа</w:t>
            </w:r>
          </w:p>
        </w:tc>
        <w:tc>
          <w:tcPr>
            <w:tcW w:w="359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Муниципальное бюджетное образовательное учреждение/организация</w:t>
            </w:r>
          </w:p>
        </w:tc>
        <w:tc>
          <w:tcPr>
            <w:tcW w:w="3208" w:type="dxa"/>
          </w:tcPr>
          <w:p w:rsidR="00931447" w:rsidRPr="005537B8" w:rsidRDefault="00931447" w:rsidP="005537B8">
            <w:pPr>
              <w:spacing w:after="0" w:line="240" w:lineRule="auto"/>
            </w:pPr>
            <w:r w:rsidRPr="005537B8">
              <w:t>619170, Пермский край, Юсьвинский район, с. Юсьва, ул. Советская, д. 31</w:t>
            </w:r>
          </w:p>
        </w:tc>
      </w:tr>
    </w:tbl>
    <w:p w:rsidR="00931447" w:rsidRDefault="00931447">
      <w:bookmarkStart w:id="0" w:name="_GoBack"/>
      <w:bookmarkEnd w:id="0"/>
    </w:p>
    <w:sectPr w:rsidR="00931447" w:rsidSect="00C80B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7CF"/>
    <w:rsid w:val="000B77CF"/>
    <w:rsid w:val="00114550"/>
    <w:rsid w:val="001801C9"/>
    <w:rsid w:val="002E60AD"/>
    <w:rsid w:val="005537B8"/>
    <w:rsid w:val="008E3C12"/>
    <w:rsid w:val="009025A9"/>
    <w:rsid w:val="0092698B"/>
    <w:rsid w:val="00931447"/>
    <w:rsid w:val="00976C74"/>
    <w:rsid w:val="00AA1474"/>
    <w:rsid w:val="00BA073A"/>
    <w:rsid w:val="00C80B92"/>
    <w:rsid w:val="00CD37FB"/>
    <w:rsid w:val="00D27790"/>
    <w:rsid w:val="00F54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5A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80B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73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11</Pages>
  <Words>3901</Words>
  <Characters>22242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Пётр</dc:creator>
  <cp:keywords/>
  <dc:description/>
  <cp:lastModifiedBy>Админ</cp:lastModifiedBy>
  <cp:revision>7</cp:revision>
  <dcterms:created xsi:type="dcterms:W3CDTF">2015-04-22T18:10:00Z</dcterms:created>
  <dcterms:modified xsi:type="dcterms:W3CDTF">2015-04-28T11:31:00Z</dcterms:modified>
</cp:coreProperties>
</file>